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A150EFE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AB6167">
        <w:rPr>
          <w:lang w:eastAsia="cs-CZ"/>
        </w:rPr>
        <w:t>38231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>-SŽ-GŘ-O</w:t>
      </w:r>
      <w:r w:rsidR="001D1E8C">
        <w:rPr>
          <w:lang w:eastAsia="cs-CZ"/>
        </w:rPr>
        <w:t>25</w:t>
      </w:r>
      <w:r w:rsidR="00ED50B3">
        <w:rPr>
          <w:lang w:eastAsia="cs-CZ"/>
        </w:rPr>
        <w:t xml:space="preserve">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53606F7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13D5">
        <w:rPr>
          <w:rFonts w:eastAsia="Times New Roman" w:cs="Times New Roman"/>
          <w:b/>
          <w:lang w:eastAsia="cs-CZ"/>
        </w:rPr>
        <w:t>50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AB6167">
        <w:rPr>
          <w:rFonts w:eastAsia="Times New Roman" w:cs="Times New Roman"/>
          <w:lang w:eastAsia="cs-CZ"/>
        </w:rPr>
        <w:t>38231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</w:t>
      </w:r>
      <w:r w:rsidR="001D1E8C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71E9" w14:textId="77777777" w:rsidR="00DF2EF1" w:rsidRDefault="00DF2EF1" w:rsidP="00962258">
      <w:pPr>
        <w:spacing w:after="0" w:line="240" w:lineRule="auto"/>
      </w:pPr>
      <w:r>
        <w:separator/>
      </w:r>
    </w:p>
  </w:endnote>
  <w:endnote w:type="continuationSeparator" w:id="0">
    <w:p w14:paraId="08089E62" w14:textId="77777777" w:rsidR="00DF2EF1" w:rsidRDefault="00DF2E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535F7" w14:textId="77777777" w:rsidR="00DF2EF1" w:rsidRDefault="00DF2EF1" w:rsidP="00962258">
      <w:pPr>
        <w:spacing w:after="0" w:line="240" w:lineRule="auto"/>
      </w:pPr>
      <w:r>
        <w:separator/>
      </w:r>
    </w:p>
  </w:footnote>
  <w:footnote w:type="continuationSeparator" w:id="0">
    <w:p w14:paraId="2465610D" w14:textId="77777777" w:rsidR="00DF2EF1" w:rsidRDefault="00DF2E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1D1E8C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191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C7E89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C523B"/>
    <w:rsid w:val="009E07F4"/>
    <w:rsid w:val="009F392E"/>
    <w:rsid w:val="00A07BE5"/>
    <w:rsid w:val="00A236F5"/>
    <w:rsid w:val="00A40434"/>
    <w:rsid w:val="00A4284D"/>
    <w:rsid w:val="00A42FFB"/>
    <w:rsid w:val="00A6177B"/>
    <w:rsid w:val="00A66136"/>
    <w:rsid w:val="00A751D6"/>
    <w:rsid w:val="00AA4CBB"/>
    <w:rsid w:val="00AA65FA"/>
    <w:rsid w:val="00AA7351"/>
    <w:rsid w:val="00AB6167"/>
    <w:rsid w:val="00AD056F"/>
    <w:rsid w:val="00AD6731"/>
    <w:rsid w:val="00AF36B7"/>
    <w:rsid w:val="00B15D0D"/>
    <w:rsid w:val="00B67E18"/>
    <w:rsid w:val="00B75EE1"/>
    <w:rsid w:val="00B77481"/>
    <w:rsid w:val="00B8518B"/>
    <w:rsid w:val="00B855C3"/>
    <w:rsid w:val="00BD7E91"/>
    <w:rsid w:val="00C02D0A"/>
    <w:rsid w:val="00C03A6E"/>
    <w:rsid w:val="00C15452"/>
    <w:rsid w:val="00C17A08"/>
    <w:rsid w:val="00C17B5F"/>
    <w:rsid w:val="00C445DC"/>
    <w:rsid w:val="00C44F6A"/>
    <w:rsid w:val="00C475C5"/>
    <w:rsid w:val="00C47AE3"/>
    <w:rsid w:val="00C6477B"/>
    <w:rsid w:val="00C86C1E"/>
    <w:rsid w:val="00C87DBA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1089"/>
    <w:rsid w:val="00D831A3"/>
    <w:rsid w:val="00D92804"/>
    <w:rsid w:val="00DA5B04"/>
    <w:rsid w:val="00DC75F3"/>
    <w:rsid w:val="00DD46F3"/>
    <w:rsid w:val="00DE1232"/>
    <w:rsid w:val="00DE56F2"/>
    <w:rsid w:val="00DF09FD"/>
    <w:rsid w:val="00DF116D"/>
    <w:rsid w:val="00DF2EF1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13D5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2C4201"/>
    <w:rsid w:val="00403F0C"/>
    <w:rsid w:val="00441191"/>
    <w:rsid w:val="00451C58"/>
    <w:rsid w:val="00455B7D"/>
    <w:rsid w:val="0047441C"/>
    <w:rsid w:val="00484CB3"/>
    <w:rsid w:val="004F7E9F"/>
    <w:rsid w:val="0057685E"/>
    <w:rsid w:val="005A6227"/>
    <w:rsid w:val="00603FCA"/>
    <w:rsid w:val="00645D4F"/>
    <w:rsid w:val="006A67BF"/>
    <w:rsid w:val="006B55A4"/>
    <w:rsid w:val="006C6789"/>
    <w:rsid w:val="00734D05"/>
    <w:rsid w:val="00766425"/>
    <w:rsid w:val="008A3381"/>
    <w:rsid w:val="008D2BDE"/>
    <w:rsid w:val="00915D7A"/>
    <w:rsid w:val="00925B5B"/>
    <w:rsid w:val="00934469"/>
    <w:rsid w:val="0094226D"/>
    <w:rsid w:val="009D4133"/>
    <w:rsid w:val="00A26B23"/>
    <w:rsid w:val="00A44C17"/>
    <w:rsid w:val="00A70466"/>
    <w:rsid w:val="00AD712F"/>
    <w:rsid w:val="00AF36B7"/>
    <w:rsid w:val="00BA7FF4"/>
    <w:rsid w:val="00BE5819"/>
    <w:rsid w:val="00BF45FF"/>
    <w:rsid w:val="00C075EF"/>
    <w:rsid w:val="00D834C6"/>
    <w:rsid w:val="00D94988"/>
    <w:rsid w:val="00DA5B04"/>
    <w:rsid w:val="00DA7A14"/>
    <w:rsid w:val="00DB6BA2"/>
    <w:rsid w:val="00DE1232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128</TotalTime>
  <Pages>1</Pages>
  <Words>487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2025-06-04T08:25:00Z</cp:lastPrinted>
  <dcterms:created xsi:type="dcterms:W3CDTF">2023-08-21T13:01:00Z</dcterms:created>
  <dcterms:modified xsi:type="dcterms:W3CDTF">2025-06-04T08:25:00Z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